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F26" w:rsidRDefault="00CC7F26" w:rsidP="005336A6">
      <w:pPr>
        <w:jc w:val="center"/>
        <w:rPr>
          <w:sz w:val="40"/>
          <w:szCs w:val="40"/>
        </w:rPr>
      </w:pPr>
      <w:r>
        <w:rPr>
          <w:sz w:val="40"/>
          <w:szCs w:val="40"/>
        </w:rPr>
        <w:t>Lesson 4:  Stating your Name (10 pts.)</w:t>
      </w:r>
    </w:p>
    <w:p w:rsidR="00CC7F26" w:rsidRDefault="00CC7F26" w:rsidP="005336A6">
      <w:pPr>
        <w:jc w:val="center"/>
        <w:rPr>
          <w:sz w:val="32"/>
          <w:szCs w:val="32"/>
        </w:rPr>
      </w:pPr>
      <w:r w:rsidRPr="005336A6">
        <w:rPr>
          <w:sz w:val="32"/>
          <w:szCs w:val="32"/>
        </w:rPr>
        <w:t>(and asking for someone else’s name)</w:t>
      </w:r>
    </w:p>
    <w:p w:rsidR="00CC7F26" w:rsidRDefault="00CC7F26" w:rsidP="005336A6">
      <w:pPr>
        <w:rPr>
          <w:sz w:val="24"/>
          <w:szCs w:val="24"/>
        </w:rPr>
      </w:pPr>
      <w:r>
        <w:rPr>
          <w:sz w:val="24"/>
          <w:szCs w:val="24"/>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C7F26" w:rsidRPr="00E4016C" w:rsidRDefault="00CC7F2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CC7F26" w:rsidRPr="00E4016C" w:rsidRDefault="00CC7F26" w:rsidP="005336A6">
      <w:pPr>
        <w:rPr>
          <w:b/>
          <w:sz w:val="24"/>
          <w:szCs w:val="24"/>
        </w:rPr>
      </w:pPr>
      <w:r w:rsidRPr="00E4016C">
        <w:rPr>
          <w:b/>
          <w:sz w:val="24"/>
          <w:szCs w:val="24"/>
        </w:rPr>
        <w:t>Second, choose the language of your country.</w:t>
      </w:r>
    </w:p>
    <w:p w:rsidR="00CC7F26" w:rsidRPr="00E4016C" w:rsidRDefault="00CC7F26" w:rsidP="005336A6">
      <w:pPr>
        <w:rPr>
          <w:b/>
          <w:sz w:val="24"/>
          <w:szCs w:val="24"/>
        </w:rPr>
      </w:pPr>
      <w:r w:rsidRPr="00E4016C">
        <w:rPr>
          <w:b/>
          <w:sz w:val="24"/>
          <w:szCs w:val="24"/>
        </w:rPr>
        <w:t>Third, download the PDF file for “Stating your name” while you listen to the audio file.</w:t>
      </w:r>
    </w:p>
    <w:p w:rsidR="00CC7F26" w:rsidRPr="00E4016C" w:rsidRDefault="00CC7F26" w:rsidP="005336A6">
      <w:pPr>
        <w:rPr>
          <w:b/>
          <w:sz w:val="24"/>
          <w:szCs w:val="24"/>
        </w:rPr>
      </w:pPr>
      <w:r w:rsidRPr="00E4016C">
        <w:rPr>
          <w:b/>
          <w:sz w:val="24"/>
          <w:szCs w:val="24"/>
        </w:rPr>
        <w:t>Finally, answer these questions</w:t>
      </w:r>
      <w:r>
        <w:rPr>
          <w:b/>
          <w:sz w:val="24"/>
          <w:szCs w:val="24"/>
        </w:rPr>
        <w:t xml:space="preserve"> and don’t forget to upload your audio file and worksheet to the WIKI when finished!</w:t>
      </w:r>
    </w:p>
    <w:p w:rsidR="00CC7F26" w:rsidRPr="005336A6" w:rsidRDefault="00CC7F26" w:rsidP="005336A6">
      <w:pPr>
        <w:pStyle w:val="ListParagraph"/>
        <w:numPr>
          <w:ilvl w:val="0"/>
          <w:numId w:val="1"/>
        </w:numPr>
        <w:rPr>
          <w:sz w:val="24"/>
          <w:szCs w:val="24"/>
        </w:rPr>
      </w:pPr>
      <w:r>
        <w:rPr>
          <w:sz w:val="24"/>
          <w:szCs w:val="24"/>
        </w:rPr>
        <w:t xml:space="preserve"> How do you say “What is your name?”  </w:t>
      </w:r>
      <w:r w:rsidRPr="00A8080E">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8pt">
            <v:imagedata r:id="rId8" o:title=""/>
          </v:shape>
        </w:pict>
      </w:r>
    </w:p>
    <w:p w:rsidR="00CC7F26" w:rsidRDefault="00CC7F26" w:rsidP="005336A6">
      <w:pPr>
        <w:pStyle w:val="ListParagraph"/>
        <w:rPr>
          <w:sz w:val="24"/>
          <w:szCs w:val="24"/>
        </w:rPr>
      </w:pPr>
    </w:p>
    <w:p w:rsidR="00CC7F26" w:rsidRPr="005336A6" w:rsidRDefault="00CC7F26" w:rsidP="005336A6">
      <w:pPr>
        <w:pStyle w:val="ListParagraph"/>
        <w:numPr>
          <w:ilvl w:val="0"/>
          <w:numId w:val="1"/>
        </w:numPr>
        <w:rPr>
          <w:sz w:val="24"/>
          <w:szCs w:val="24"/>
        </w:rPr>
      </w:pPr>
      <w:r>
        <w:rPr>
          <w:sz w:val="24"/>
          <w:szCs w:val="24"/>
        </w:rPr>
        <w:t xml:space="preserve">How do you state your name (My name is…)?  </w:t>
      </w:r>
      <w:r w:rsidRPr="00A8080E">
        <w:rPr>
          <w:sz w:val="24"/>
          <w:szCs w:val="24"/>
        </w:rPr>
        <w:pict>
          <v:shape id="_x0000_i1026" type="#_x0000_t75" style="width:48.75pt;height:15pt">
            <v:imagedata r:id="rId9" o:title=""/>
          </v:shape>
        </w:pict>
      </w:r>
      <w:r>
        <w:rPr>
          <w:sz w:val="24"/>
          <w:szCs w:val="24"/>
        </w:rPr>
        <w:t>__________.</w:t>
      </w:r>
    </w:p>
    <w:p w:rsidR="00CC7F26" w:rsidRDefault="00CC7F26">
      <w:pPr>
        <w:rPr>
          <w:sz w:val="24"/>
          <w:szCs w:val="24"/>
        </w:rPr>
      </w:pPr>
    </w:p>
    <w:sectPr w:rsidR="00CC7F26" w:rsidSect="005336A6">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F26" w:rsidRDefault="00CC7F26" w:rsidP="005336A6">
      <w:pPr>
        <w:spacing w:after="0"/>
      </w:pPr>
      <w:r>
        <w:separator/>
      </w:r>
    </w:p>
  </w:endnote>
  <w:endnote w:type="continuationSeparator" w:id="0">
    <w:p w:rsidR="00CC7F26" w:rsidRDefault="00CC7F26"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F26" w:rsidRDefault="00CC7F26" w:rsidP="005336A6">
      <w:pPr>
        <w:spacing w:after="0"/>
      </w:pPr>
      <w:r>
        <w:separator/>
      </w:r>
    </w:p>
  </w:footnote>
  <w:footnote w:type="continuationSeparator" w:id="0">
    <w:p w:rsidR="00CC7F26" w:rsidRDefault="00CC7F26"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49" type="#_x0000_t75" style="position:absolute;margin-left:0;margin-top:0;width:540pt;height:540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0" type="#_x0000_t75" style="position:absolute;margin-left:0;margin-top:0;width:540pt;height:540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26" w:rsidRDefault="00CC7F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51" type="#_x0000_t75" style="position:absolute;margin-left:0;margin-top:0;width:540pt;height:540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6A6"/>
    <w:rsid w:val="0031056A"/>
    <w:rsid w:val="00435413"/>
    <w:rsid w:val="00480D71"/>
    <w:rsid w:val="004B7995"/>
    <w:rsid w:val="004D442D"/>
    <w:rsid w:val="005336A6"/>
    <w:rsid w:val="00560124"/>
    <w:rsid w:val="00572A3B"/>
    <w:rsid w:val="007C5242"/>
    <w:rsid w:val="00810DA6"/>
    <w:rsid w:val="00840B69"/>
    <w:rsid w:val="008F70D6"/>
    <w:rsid w:val="00A61ADA"/>
    <w:rsid w:val="00A8080E"/>
    <w:rsid w:val="00BD6A3A"/>
    <w:rsid w:val="00C107B7"/>
    <w:rsid w:val="00CC7F26"/>
    <w:rsid w:val="00DA4430"/>
    <w:rsid w:val="00DF3E9B"/>
    <w:rsid w:val="00E4016C"/>
    <w:rsid w:val="00EB35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336A6"/>
    <w:pPr>
      <w:tabs>
        <w:tab w:val="center" w:pos="4680"/>
        <w:tab w:val="right" w:pos="9360"/>
      </w:tabs>
      <w:spacing w:after="0"/>
    </w:pPr>
  </w:style>
  <w:style w:type="character" w:customStyle="1" w:styleId="HeaderChar">
    <w:name w:val="Header Char"/>
    <w:basedOn w:val="DefaultParagraphFont"/>
    <w:link w:val="Header"/>
    <w:uiPriority w:val="99"/>
    <w:semiHidden/>
    <w:locked/>
    <w:rsid w:val="005336A6"/>
    <w:rPr>
      <w:rFonts w:cs="Times New Roman"/>
    </w:rPr>
  </w:style>
  <w:style w:type="paragraph" w:styleId="Footer">
    <w:name w:val="footer"/>
    <w:basedOn w:val="Normal"/>
    <w:link w:val="FooterChar"/>
    <w:uiPriority w:val="99"/>
    <w:semiHidden/>
    <w:rsid w:val="005336A6"/>
    <w:pPr>
      <w:tabs>
        <w:tab w:val="center" w:pos="4680"/>
        <w:tab w:val="right" w:pos="9360"/>
      </w:tabs>
      <w:spacing w:after="0"/>
    </w:pPr>
  </w:style>
  <w:style w:type="character" w:customStyle="1" w:styleId="FooterChar">
    <w:name w:val="Footer Char"/>
    <w:basedOn w:val="DefaultParagraphFont"/>
    <w:link w:val="Footer"/>
    <w:uiPriority w:val="99"/>
    <w:semiHidden/>
    <w:locked/>
    <w:rsid w:val="005336A6"/>
    <w:rPr>
      <w:rFonts w:cs="Times New Roman"/>
    </w:rPr>
  </w:style>
  <w:style w:type="character" w:styleId="Hyperlink">
    <w:name w:val="Hyperlink"/>
    <w:basedOn w:val="DefaultParagraphFont"/>
    <w:uiPriority w:val="99"/>
    <w:rsid w:val="005336A6"/>
    <w:rPr>
      <w:rFonts w:cs="Times New Roman"/>
      <w:color w:val="0000FF"/>
      <w:u w:val="single"/>
    </w:rPr>
  </w:style>
  <w:style w:type="paragraph" w:styleId="ListParagraph">
    <w:name w:val="List Paragraph"/>
    <w:basedOn w:val="Normal"/>
    <w:uiPriority w:val="99"/>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Pages>
  <Words>203</Words>
  <Characters>1162</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squaill</cp:lastModifiedBy>
  <cp:revision>6</cp:revision>
  <dcterms:created xsi:type="dcterms:W3CDTF">2011-06-24T19:16:00Z</dcterms:created>
  <dcterms:modified xsi:type="dcterms:W3CDTF">2011-10-18T01:55:00Z</dcterms:modified>
</cp:coreProperties>
</file>